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-284" w:firstLine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Дневник для 7Б_____ класса        МКОУ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Ашагастальская СОШ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tbl>
      <w:tblPr/>
      <w:tblGrid>
        <w:gridCol w:w="534"/>
        <w:gridCol w:w="1701"/>
        <w:gridCol w:w="2977"/>
        <w:gridCol w:w="3260"/>
        <w:gridCol w:w="1843"/>
      </w:tblGrid>
      <w:tr>
        <w:trPr>
          <w:trHeight w:val="41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78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Понедельник   13.04.2020</w:t>
            </w:r>
          </w:p>
        </w:tc>
      </w:tr>
      <w:tr>
        <w:trPr>
          <w:trHeight w:val="586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Какой используется портал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РЭШ,Учи.ру, Якласс…)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Домашнее задание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Фразовый глагол  взять и его основные значения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 8 9 10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Кл.двудольные семейство крестоцветные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99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Комплекс. анализ текста (к а т)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232-235</w:t>
            </w: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Физическое совершенствование.баскетбол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Поэзия ВОВ.''на дорогах войны''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Выразительное чтение неск.стих.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география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Климат.Внутренние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воды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51</w:t>
            </w:r>
          </w:p>
        </w:tc>
      </w:tr>
      <w:tr>
        <w:trPr>
          <w:trHeight w:val="417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93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Вторник 14.04.2020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Комплекс.анализ текста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продолжение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Простые механизмы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57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Частица как служ.часть речи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37  Упр.333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График лин.Уравнения с двумя переменными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№1054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Королевская власть и реформация в Англии.Борьба за господство  на морях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13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Приготовлние без дрожжевого теста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пересказ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9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Среда 15.04.2020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Биология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Свойство розоцветные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стр-100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системы линейных уравнений с двумя переменными 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№1060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Геометрия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Окружность,в писанная в треугольнике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№18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Знания о физической культуре.Легкая атлетика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Информатика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Оформление реферата ''история вычислительной техники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46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задание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213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Буба Гажикулаев ''Меня Позави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1 2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часть пресказ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3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Четверг 16.04.2020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Б.Васильев ''Экспонат №''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Пересказ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Разряды частиц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37 Упр 357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системы линейных уравнений с двумя переменными 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№1062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Рычаг.Равновесие сил на рычаге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57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Обществознание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Экономика семьи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14 (Продолжение)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ИЗО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Шрифты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Шрифтовые композиции</w:t>
            </w:r>
          </w:p>
        </w:tc>
      </w:tr>
      <w:tr>
        <w:trPr>
          <w:trHeight w:val="391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Пятница  17.04.2020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Английский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Диалог.''Как защитить окружаюшую''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Перевод текста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Геометрия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Что такое задачи на построение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№20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Частицы.Правописание частиц не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,ни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Морфологический разбор.Частицы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параграф. Упр 166 СТР 175-176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Религиозные войны и монархии во Франции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14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Легкая атлетика.Способы двигательной деятельности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06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Суббота 18.04.2020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Английский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Систематизация и обобщение по теме ''Экология''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Повторение лексики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8,9,10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Контрольное тестирование по теме частица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Составление технологической карты приготовление песочного печенья''.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пересказ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География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Природные зоны.Народы истраны Евразии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52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''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Сюита в старинном стиле''А.Шнитке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Ответить на вопросы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-284" w:firstLine="284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