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-284" w:firstLine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Дневник для _6 "б"____ класса        МКОУ «Ашагастальская СОШ»</w:t>
      </w:r>
    </w:p>
    <w:tbl>
      <w:tblPr/>
      <w:tblGrid>
        <w:gridCol w:w="534"/>
        <w:gridCol w:w="1701"/>
        <w:gridCol w:w="2977"/>
        <w:gridCol w:w="3260"/>
        <w:gridCol w:w="1843"/>
      </w:tblGrid>
      <w:tr>
        <w:trPr>
          <w:trHeight w:val="41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978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Понедельник 13.04.2020.  </w:t>
            </w:r>
          </w:p>
        </w:tc>
      </w:tr>
      <w:tr>
        <w:trPr>
          <w:trHeight w:val="586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Какой используется портал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(РЭШ,Учи.ру, Якласс…)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Домашнее задание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Порядковые имена числительные.План морфологического разбора имени числительного.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Параграф 17. упр.118(2).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уравнений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№1158,1160,1164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Наклонение глагола.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48. упр.204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Монгольская империя и изменение политической карты мира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16</w:t>
            </w: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Физическая 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Гидравлический пресс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417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793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Вторник14.04.2020. 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Употребление имен числительных в речи 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18. упр.126.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Русская лит-ра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К.М.Симонов ."Жди меня",Р.Г.Гамзатов ."Журавли"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Одно стих.выуч.наиз.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уравнений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№1168,1170,1179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Биология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Половое размножение животных.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 стр.1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Сервировка стола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Родная лит-ра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Пакизат Фатуллаева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Выразительно читать стохот-е.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389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Среда 15.04.2020.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"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Имя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числительное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18.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Проверяем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себя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.97-98.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лит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Составление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устного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рассказа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картине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Кривоногова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"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Победа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Орлов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."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Его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зарыли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шар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земной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"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выразит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помощью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уравнений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42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1182, 1184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Обществознание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Повторительно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обобщающий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урок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:"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Нравственные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жизни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Повторить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10-12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яз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Разная одежда для разных занятий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8-11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тенисного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меча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места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дальность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заданное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расстояние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413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Четверг 16.04.2020.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с помощью уравнений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№1190,1192,1184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яз.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Разная одежда для разных занятий.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8-11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стр.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Контрольное тестирование по теме :"Имя числительное"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Повторить предыдущие параграфы .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Батыево нашествие на Русь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17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Элементы этикета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Пространство фактуры.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Песня 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Крылатова "До чего дошел прогресс"</w:t>
            </w:r>
          </w:p>
        </w:tc>
      </w:tr>
      <w:tr>
        <w:trPr>
          <w:trHeight w:val="391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Пятница  17.04.2020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Физическая 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Метание тенисного мяча с места на дальность,на заданное расстояние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Биология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Половое размножение растений.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 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с помощью уравнений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№1200,1202,1204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Времена глаголов.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49.упр.208. 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Анализ результатов выполнения контрольной работы.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Творчество Леонардо до Винчи 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406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Суббота 18.04.2020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Русская лит-ра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Урок-вечер."Стихи и любимые песни военных лет".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Подготовить к выразительному чтению.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Английский яз.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Одежда, которую мы выбираем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Упр.8-11, стр.82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Наречие как часть речи 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19. Упр.133.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ИЗО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Портрет в изобразительном искусстве 20 века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Портрет члена семьи.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География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Погода и климат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Причины влияющие на климат.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Параграф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-284" w:firstLine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